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8A" w:rsidRDefault="00661F47" w:rsidP="0098058A">
      <w:pPr>
        <w:pStyle w:val="3"/>
        <w:framePr w:w="9910" w:h="3889" w:hSpace="180" w:wrap="around" w:vAnchor="text" w:hAnchor="page" w:x="1549" w:y="-318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3.75pt" o:allowoverlap="f">
            <v:imagedata r:id="rId7" o:title="gerb_zhel" grayscale="t"/>
            <o:lock v:ext="edit" aspectratio="f"/>
          </v:shape>
        </w:pict>
      </w:r>
    </w:p>
    <w:p w:rsidR="0098058A" w:rsidRPr="00437A1D" w:rsidRDefault="0098058A" w:rsidP="0098058A">
      <w:pPr>
        <w:pStyle w:val="3"/>
        <w:framePr w:w="9910" w:h="3889" w:hSpace="180" w:wrap="around" w:vAnchor="text" w:hAnchor="page" w:x="1549" w:y="-318"/>
        <w:jc w:val="center"/>
        <w:rPr>
          <w:rFonts w:ascii="Arial" w:hAnsi="Arial" w:cs="Arial"/>
          <w:b/>
          <w:sz w:val="28"/>
          <w:szCs w:val="28"/>
        </w:rPr>
      </w:pPr>
      <w:r w:rsidRPr="00437A1D">
        <w:rPr>
          <w:rFonts w:ascii="Arial" w:hAnsi="Arial" w:cs="Arial"/>
          <w:b/>
          <w:sz w:val="28"/>
          <w:szCs w:val="28"/>
        </w:rPr>
        <w:t>Муниципальное образование «Закрытое административно</w:t>
      </w:r>
      <w:r>
        <w:rPr>
          <w:rFonts w:ascii="Arial" w:hAnsi="Arial" w:cs="Arial"/>
          <w:b/>
          <w:sz w:val="28"/>
          <w:szCs w:val="28"/>
        </w:rPr>
        <w:t xml:space="preserve"> – территориальное образование </w:t>
      </w:r>
      <w:r w:rsidRPr="00437A1D">
        <w:rPr>
          <w:rFonts w:ascii="Arial" w:hAnsi="Arial" w:cs="Arial"/>
          <w:b/>
          <w:sz w:val="28"/>
          <w:szCs w:val="28"/>
        </w:rPr>
        <w:t>Железногорск Красноярского края»</w:t>
      </w:r>
    </w:p>
    <w:p w:rsidR="0098058A" w:rsidRPr="00905ED3" w:rsidRDefault="0098058A" w:rsidP="0098058A">
      <w:pPr>
        <w:pStyle w:val="1"/>
        <w:framePr w:w="9910" w:h="3889" w:wrap="around" w:x="1549" w:y="-318"/>
        <w:rPr>
          <w:szCs w:val="28"/>
        </w:rPr>
      </w:pPr>
    </w:p>
    <w:p w:rsidR="0098058A" w:rsidRPr="006A0457" w:rsidRDefault="0098058A" w:rsidP="0098058A">
      <w:pPr>
        <w:pStyle w:val="1"/>
        <w:keepNext w:val="0"/>
        <w:framePr w:w="9910" w:h="3889" w:wrap="around" w:x="1549" w:y="-318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98058A" w:rsidRDefault="0098058A" w:rsidP="0098058A">
      <w:pPr>
        <w:framePr w:w="9910" w:h="3889" w:hSpace="180" w:wrap="around" w:vAnchor="text" w:hAnchor="page" w:x="1549" w:y="-318"/>
        <w:widowControl w:val="0"/>
        <w:jc w:val="center"/>
        <w:rPr>
          <w:rFonts w:ascii="Times New Roman" w:hAnsi="Times New Roman"/>
          <w:b/>
          <w:sz w:val="28"/>
        </w:rPr>
      </w:pPr>
    </w:p>
    <w:p w:rsidR="0098058A" w:rsidRDefault="0098058A" w:rsidP="0098058A">
      <w:pPr>
        <w:framePr w:w="9910" w:h="3889" w:hSpace="180" w:wrap="around" w:vAnchor="text" w:hAnchor="page" w:x="1549" w:y="-318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700C5" w:rsidRDefault="002700C5" w:rsidP="005A0A6B">
      <w:pPr>
        <w:pStyle w:val="a3"/>
        <w:ind w:left="426" w:right="-567"/>
        <w:jc w:val="center"/>
        <w:rPr>
          <w:noProof/>
        </w:rPr>
      </w:pPr>
    </w:p>
    <w:p w:rsidR="0098058A" w:rsidRDefault="00FB1273" w:rsidP="0098058A">
      <w:pPr>
        <w:framePr w:w="9577" w:h="709" w:hSpace="180" w:wrap="around" w:vAnchor="text" w:hAnchor="page" w:x="1705" w:y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26.03.</w:t>
      </w:r>
      <w:r w:rsidR="0098058A">
        <w:rPr>
          <w:rFonts w:ascii="Times New Roman" w:hAnsi="Times New Roman"/>
          <w:sz w:val="22"/>
        </w:rPr>
        <w:t xml:space="preserve"> 2018</w:t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 w:rsidR="0098058A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</w:t>
      </w:r>
      <w:r w:rsidR="0098058A">
        <w:rPr>
          <w:rFonts w:ascii="Times New Roman" w:hAnsi="Times New Roman"/>
          <w:sz w:val="22"/>
        </w:rPr>
        <w:t xml:space="preserve"> </w:t>
      </w:r>
      <w:r w:rsidR="0098058A" w:rsidRPr="00360768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8" o:title=""/>
          </v:shape>
          <o:OLEObject Type="Embed" ProgID="MSWordArt.2" ShapeID="_x0000_i1026" DrawAspect="Content" ObjectID="_1583666419" r:id="rId9">
            <o:FieldCodes>\s</o:FieldCodes>
          </o:OLEObject>
        </w:object>
      </w:r>
      <w:r w:rsidR="0098058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575</w:t>
      </w:r>
    </w:p>
    <w:p w:rsidR="0098058A" w:rsidRPr="005E4ED6" w:rsidRDefault="0098058A" w:rsidP="0098058A">
      <w:pPr>
        <w:framePr w:w="9577" w:h="709" w:hSpace="180" w:wrap="around" w:vAnchor="text" w:hAnchor="page" w:x="1705" w:y="1"/>
        <w:jc w:val="center"/>
        <w:rPr>
          <w:b/>
          <w:sz w:val="22"/>
          <w:szCs w:val="22"/>
        </w:rPr>
      </w:pPr>
      <w:r w:rsidRPr="005E4ED6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5E4ED6">
        <w:rPr>
          <w:rFonts w:ascii="Times New Roman" w:hAnsi="Times New Roman"/>
          <w:b/>
          <w:sz w:val="22"/>
          <w:szCs w:val="22"/>
        </w:rPr>
        <w:t>Железногорск</w:t>
      </w:r>
    </w:p>
    <w:p w:rsidR="002700C5" w:rsidRDefault="002700C5"/>
    <w:p w:rsidR="0098058A" w:rsidRPr="001D5B50" w:rsidRDefault="0098058A" w:rsidP="009805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проведении </w:t>
      </w:r>
      <w:r>
        <w:rPr>
          <w:rFonts w:ascii="Times New Roman" w:hAnsi="Times New Roman"/>
          <w:sz w:val="28"/>
          <w:szCs w:val="28"/>
          <w:lang w:val="en-US"/>
        </w:rPr>
        <w:t>XIII</w:t>
      </w:r>
      <w:r>
        <w:rPr>
          <w:rFonts w:ascii="Times New Roman" w:hAnsi="Times New Roman"/>
          <w:sz w:val="28"/>
          <w:szCs w:val="28"/>
        </w:rPr>
        <w:t xml:space="preserve"> Спартакиады органов социальной защиты населения Красноярского края, членов ассоциаций «Социальная защита – Центр» и «Социальная защита –</w:t>
      </w:r>
      <w:r w:rsidRPr="000030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Восток», посвященной Дню социального работника</w:t>
      </w:r>
    </w:p>
    <w:p w:rsidR="0098058A" w:rsidRDefault="0098058A"/>
    <w:p w:rsidR="0098058A" w:rsidRDefault="0098058A"/>
    <w:p w:rsidR="00A37B36" w:rsidRDefault="00A37B36"/>
    <w:p w:rsidR="002700C5" w:rsidRDefault="002700C5"/>
    <w:p w:rsidR="002A72EB" w:rsidRPr="001075C0" w:rsidRDefault="00FC1378" w:rsidP="00FC1378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</w:t>
      </w:r>
      <w:hyperlink r:id="rId10" w:history="1">
        <w:r w:rsidRPr="001075C0">
          <w:rPr>
            <w:rStyle w:val="ae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1075C0"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Fonts w:ascii="Times New Roman" w:hAnsi="Times New Roman"/>
          <w:sz w:val="28"/>
          <w:szCs w:val="28"/>
        </w:rPr>
        <w:t>№</w:t>
      </w:r>
      <w:r w:rsidRPr="001075C0">
        <w:rPr>
          <w:rFonts w:ascii="Times New Roman" w:hAnsi="Times New Roman"/>
          <w:sz w:val="28"/>
          <w:szCs w:val="28"/>
        </w:rPr>
        <w:t xml:space="preserve"> 131-ФЗ </w:t>
      </w:r>
      <w:r>
        <w:rPr>
          <w:rFonts w:ascii="Times New Roman" w:hAnsi="Times New Roman"/>
          <w:sz w:val="28"/>
          <w:szCs w:val="28"/>
        </w:rPr>
        <w:t>«</w:t>
      </w:r>
      <w:r w:rsidRPr="001075C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1075C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075C0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proofErr w:type="gramEnd"/>
      <w:r w:rsidRPr="001075C0">
        <w:rPr>
          <w:rFonts w:ascii="Times New Roman" w:hAnsi="Times New Roman"/>
          <w:sz w:val="28"/>
          <w:szCs w:val="28"/>
        </w:rPr>
        <w:t xml:space="preserve"> ЗАТО Железногорск,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06.11.2013 № 1754 «Об утверждении муниципальной программы </w:t>
      </w:r>
      <w:r w:rsidRPr="00FC137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Гражданское общество</w:t>
      </w:r>
      <w:r w:rsidRPr="00FC1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FC1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FC137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», </w:t>
      </w:r>
      <w:r w:rsidR="001D5B50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ем</w:t>
      </w:r>
      <w:r w:rsidR="001D5B50">
        <w:rPr>
          <w:rFonts w:ascii="Times New Roman" w:hAnsi="Times New Roman"/>
          <w:sz w:val="28"/>
          <w:szCs w:val="28"/>
        </w:rPr>
        <w:t xml:space="preserve"> о проведении </w:t>
      </w:r>
      <w:r w:rsidR="001D5B50">
        <w:rPr>
          <w:rFonts w:ascii="Times New Roman" w:hAnsi="Times New Roman"/>
          <w:sz w:val="28"/>
          <w:szCs w:val="28"/>
          <w:lang w:val="en-US"/>
        </w:rPr>
        <w:t>XIII</w:t>
      </w:r>
      <w:r w:rsidR="001D5B50">
        <w:rPr>
          <w:rFonts w:ascii="Times New Roman" w:hAnsi="Times New Roman"/>
          <w:sz w:val="28"/>
          <w:szCs w:val="28"/>
        </w:rPr>
        <w:t xml:space="preserve"> Спартакиады органов социальной защиты населения Красноярского края, членов ассоциации </w:t>
      </w:r>
      <w:r w:rsidR="0000300A">
        <w:rPr>
          <w:rFonts w:ascii="Times New Roman" w:hAnsi="Times New Roman"/>
          <w:sz w:val="28"/>
          <w:szCs w:val="28"/>
        </w:rPr>
        <w:t>«Социальная защита – Центр» и «Социальная защита –</w:t>
      </w:r>
      <w:r w:rsidR="0000300A" w:rsidRPr="0000300A">
        <w:rPr>
          <w:rFonts w:ascii="Times New Roman" w:hAnsi="Times New Roman"/>
          <w:sz w:val="28"/>
          <w:szCs w:val="28"/>
        </w:rPr>
        <w:t xml:space="preserve"> </w:t>
      </w:r>
      <w:r w:rsidR="0000300A">
        <w:rPr>
          <w:rFonts w:ascii="Times New Roman" w:hAnsi="Times New Roman"/>
          <w:sz w:val="28"/>
          <w:szCs w:val="28"/>
        </w:rPr>
        <w:t>Восток»</w:t>
      </w:r>
      <w:r w:rsidR="001D5B50">
        <w:rPr>
          <w:rFonts w:ascii="Times New Roman" w:hAnsi="Times New Roman"/>
          <w:sz w:val="28"/>
          <w:szCs w:val="28"/>
        </w:rPr>
        <w:t>, посвященн</w:t>
      </w:r>
      <w:r>
        <w:rPr>
          <w:rFonts w:ascii="Times New Roman" w:hAnsi="Times New Roman"/>
          <w:sz w:val="28"/>
          <w:szCs w:val="28"/>
        </w:rPr>
        <w:t>ой</w:t>
      </w:r>
      <w:r w:rsidR="001D5B50">
        <w:rPr>
          <w:rFonts w:ascii="Times New Roman" w:hAnsi="Times New Roman"/>
          <w:sz w:val="28"/>
          <w:szCs w:val="28"/>
        </w:rPr>
        <w:t xml:space="preserve"> Дню социального работника, </w:t>
      </w:r>
      <w:r>
        <w:rPr>
          <w:rFonts w:ascii="Times New Roman" w:hAnsi="Times New Roman"/>
          <w:sz w:val="28"/>
          <w:szCs w:val="28"/>
        </w:rPr>
        <w:t xml:space="preserve">с целью пропаганды физической культуры и спорта среди работников отрасли социальной сферы края, </w:t>
      </w:r>
    </w:p>
    <w:p w:rsidR="002A72EB" w:rsidRDefault="002A72EB" w:rsidP="002A72E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A72EB" w:rsidRDefault="002A72EB" w:rsidP="007D55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A72EB" w:rsidRDefault="00B7612B" w:rsidP="002A72E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A72EB">
        <w:rPr>
          <w:rFonts w:ascii="Times New Roman" w:hAnsi="Times New Roman"/>
          <w:sz w:val="28"/>
          <w:szCs w:val="28"/>
        </w:rPr>
        <w:tab/>
      </w:r>
    </w:p>
    <w:p w:rsidR="00B7612B" w:rsidRDefault="00FC1378" w:rsidP="002A72E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612B">
        <w:rPr>
          <w:rFonts w:ascii="Times New Roman" w:hAnsi="Times New Roman"/>
          <w:sz w:val="28"/>
          <w:szCs w:val="28"/>
        </w:rPr>
        <w:t xml:space="preserve">1. Утвердить </w:t>
      </w:r>
      <w:proofErr w:type="gramStart"/>
      <w:r w:rsidR="00756986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B7612B">
        <w:rPr>
          <w:rFonts w:ascii="Times New Roman" w:hAnsi="Times New Roman"/>
          <w:sz w:val="28"/>
          <w:szCs w:val="28"/>
        </w:rPr>
        <w:t>остав</w:t>
      </w:r>
      <w:proofErr w:type="spellEnd"/>
      <w:r w:rsidR="00B7612B">
        <w:rPr>
          <w:rFonts w:ascii="Times New Roman" w:hAnsi="Times New Roman"/>
          <w:sz w:val="28"/>
          <w:szCs w:val="28"/>
        </w:rPr>
        <w:t xml:space="preserve"> </w:t>
      </w:r>
      <w:r w:rsidR="00982B23">
        <w:rPr>
          <w:rFonts w:ascii="Times New Roman" w:hAnsi="Times New Roman"/>
          <w:sz w:val="28"/>
        </w:rPr>
        <w:t xml:space="preserve">организационного комитета по подготовке и проведению </w:t>
      </w:r>
      <w:r w:rsidR="00B7612B">
        <w:rPr>
          <w:rFonts w:ascii="Times New Roman" w:hAnsi="Times New Roman"/>
          <w:sz w:val="28"/>
          <w:szCs w:val="28"/>
          <w:lang w:val="en-US"/>
        </w:rPr>
        <w:t>XIII</w:t>
      </w:r>
      <w:r w:rsidR="00B7612B">
        <w:rPr>
          <w:rFonts w:ascii="Times New Roman" w:hAnsi="Times New Roman"/>
          <w:sz w:val="28"/>
          <w:szCs w:val="28"/>
        </w:rPr>
        <w:t xml:space="preserve"> Спартакиады органов социальной защиты населения Красноярского края, членов ассоциации </w:t>
      </w:r>
      <w:r w:rsidR="0000300A">
        <w:rPr>
          <w:rFonts w:ascii="Times New Roman" w:hAnsi="Times New Roman"/>
          <w:sz w:val="28"/>
          <w:szCs w:val="28"/>
        </w:rPr>
        <w:t>«Социальная защита – Центр» и «Социальная защита –</w:t>
      </w:r>
      <w:r w:rsidR="0000300A" w:rsidRPr="0000300A">
        <w:rPr>
          <w:rFonts w:ascii="Times New Roman" w:hAnsi="Times New Roman"/>
          <w:sz w:val="28"/>
          <w:szCs w:val="28"/>
        </w:rPr>
        <w:t xml:space="preserve"> </w:t>
      </w:r>
      <w:r w:rsidR="0000300A">
        <w:rPr>
          <w:rFonts w:ascii="Times New Roman" w:hAnsi="Times New Roman"/>
          <w:sz w:val="28"/>
          <w:szCs w:val="28"/>
        </w:rPr>
        <w:t>Восток»</w:t>
      </w:r>
      <w:r w:rsidR="00B7612B">
        <w:rPr>
          <w:rFonts w:ascii="Times New Roman" w:hAnsi="Times New Roman"/>
          <w:sz w:val="28"/>
          <w:szCs w:val="28"/>
        </w:rPr>
        <w:t xml:space="preserve">, посвященной Дню социального работника </w:t>
      </w:r>
      <w:r w:rsidR="00756986" w:rsidRPr="00756986">
        <w:rPr>
          <w:rFonts w:ascii="Times New Roman" w:hAnsi="Times New Roman"/>
          <w:sz w:val="28"/>
          <w:szCs w:val="28"/>
        </w:rPr>
        <w:t xml:space="preserve">(далее – Оргкомитет </w:t>
      </w:r>
      <w:r w:rsidR="00756986">
        <w:rPr>
          <w:rFonts w:ascii="Times New Roman" w:hAnsi="Times New Roman"/>
          <w:sz w:val="28"/>
          <w:szCs w:val="28"/>
        </w:rPr>
        <w:t xml:space="preserve">по проведению </w:t>
      </w:r>
      <w:r w:rsidR="00756986">
        <w:rPr>
          <w:rFonts w:ascii="Times New Roman" w:hAnsi="Times New Roman"/>
          <w:sz w:val="28"/>
          <w:szCs w:val="28"/>
          <w:lang w:val="en-US"/>
        </w:rPr>
        <w:t>XIII</w:t>
      </w:r>
      <w:r w:rsidR="00756986">
        <w:rPr>
          <w:rFonts w:ascii="Times New Roman" w:hAnsi="Times New Roman"/>
          <w:sz w:val="28"/>
          <w:szCs w:val="28"/>
        </w:rPr>
        <w:t xml:space="preserve"> Спартакиады) </w:t>
      </w:r>
      <w:r w:rsidR="00AD65A2">
        <w:rPr>
          <w:rFonts w:ascii="Times New Roman" w:hAnsi="Times New Roman"/>
          <w:sz w:val="28"/>
          <w:szCs w:val="28"/>
        </w:rPr>
        <w:t xml:space="preserve">согласно </w:t>
      </w:r>
      <w:r w:rsidR="00EB2ED5">
        <w:rPr>
          <w:rFonts w:ascii="Times New Roman" w:hAnsi="Times New Roman"/>
          <w:sz w:val="28"/>
          <w:szCs w:val="28"/>
        </w:rPr>
        <w:t>Приложени</w:t>
      </w:r>
      <w:r w:rsidR="00AD65A2">
        <w:rPr>
          <w:rFonts w:ascii="Times New Roman" w:hAnsi="Times New Roman"/>
          <w:sz w:val="28"/>
          <w:szCs w:val="28"/>
        </w:rPr>
        <w:t>ю к постановлению</w:t>
      </w:r>
      <w:r w:rsidR="00B7612B">
        <w:rPr>
          <w:rFonts w:ascii="Times New Roman" w:hAnsi="Times New Roman"/>
          <w:sz w:val="28"/>
          <w:szCs w:val="28"/>
        </w:rPr>
        <w:t>.</w:t>
      </w:r>
    </w:p>
    <w:p w:rsidR="00A37B36" w:rsidRDefault="00B7612B" w:rsidP="007569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1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</w:t>
      </w:r>
      <w:r w:rsidR="0000300A">
        <w:rPr>
          <w:rFonts w:ascii="Times New Roman" w:hAnsi="Times New Roman"/>
          <w:sz w:val="28"/>
        </w:rPr>
        <w:t>Орг</w:t>
      </w:r>
      <w:r w:rsidR="00756986">
        <w:rPr>
          <w:rFonts w:ascii="Times New Roman" w:hAnsi="Times New Roman"/>
          <w:sz w:val="28"/>
        </w:rPr>
        <w:t>к</w:t>
      </w:r>
      <w:r w:rsidR="0000300A">
        <w:rPr>
          <w:rFonts w:ascii="Times New Roman" w:hAnsi="Times New Roman"/>
          <w:sz w:val="28"/>
        </w:rPr>
        <w:t xml:space="preserve">омитету </w:t>
      </w:r>
      <w:r w:rsidR="00D11C13">
        <w:rPr>
          <w:rFonts w:ascii="Times New Roman" w:hAnsi="Times New Roman"/>
          <w:sz w:val="28"/>
        </w:rPr>
        <w:t xml:space="preserve">по проведению </w:t>
      </w:r>
      <w:r w:rsidR="00D11C13">
        <w:rPr>
          <w:rFonts w:ascii="Times New Roman" w:hAnsi="Times New Roman"/>
          <w:sz w:val="28"/>
          <w:szCs w:val="28"/>
          <w:lang w:val="en-US"/>
        </w:rPr>
        <w:t>XIII</w:t>
      </w:r>
      <w:r w:rsidR="00D11C13">
        <w:rPr>
          <w:rFonts w:ascii="Times New Roman" w:hAnsi="Times New Roman"/>
          <w:sz w:val="28"/>
          <w:szCs w:val="28"/>
        </w:rPr>
        <w:t xml:space="preserve"> Спартакиады</w:t>
      </w:r>
      <w:r w:rsidR="00A37B36">
        <w:rPr>
          <w:rFonts w:ascii="Times New Roman" w:hAnsi="Times New Roman"/>
          <w:sz w:val="28"/>
          <w:szCs w:val="28"/>
        </w:rPr>
        <w:t>:</w:t>
      </w:r>
    </w:p>
    <w:p w:rsidR="00756986" w:rsidRDefault="00A37B36" w:rsidP="0075698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2.1. П</w:t>
      </w:r>
      <w:r w:rsidR="00D11C13">
        <w:rPr>
          <w:rFonts w:ascii="Times New Roman" w:hAnsi="Times New Roman"/>
          <w:sz w:val="28"/>
        </w:rPr>
        <w:t xml:space="preserve">одготовить и утвердить </w:t>
      </w:r>
      <w:r w:rsidR="00756986">
        <w:rPr>
          <w:rFonts w:ascii="Times New Roman" w:hAnsi="Times New Roman"/>
          <w:sz w:val="28"/>
        </w:rPr>
        <w:t xml:space="preserve">в срок </w:t>
      </w:r>
      <w:r w:rsidR="00D11C13">
        <w:rPr>
          <w:rFonts w:ascii="Times New Roman" w:hAnsi="Times New Roman"/>
          <w:sz w:val="28"/>
        </w:rPr>
        <w:t>до 20.04.2018</w:t>
      </w:r>
      <w:r w:rsidR="00756986">
        <w:rPr>
          <w:rFonts w:ascii="Times New Roman" w:hAnsi="Times New Roman"/>
          <w:sz w:val="28"/>
        </w:rPr>
        <w:t>:</w:t>
      </w:r>
    </w:p>
    <w:p w:rsidR="00D11C13" w:rsidRDefault="00756986" w:rsidP="007569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A37B36">
        <w:rPr>
          <w:rFonts w:ascii="Times New Roman" w:hAnsi="Times New Roman"/>
          <w:sz w:val="28"/>
        </w:rPr>
        <w:t xml:space="preserve">2.1.1. </w:t>
      </w:r>
      <w:r w:rsidR="00D11C13">
        <w:rPr>
          <w:rFonts w:ascii="Times New Roman" w:hAnsi="Times New Roman"/>
          <w:sz w:val="28"/>
        </w:rPr>
        <w:t>П</w:t>
      </w:r>
      <w:r w:rsidR="0000300A">
        <w:rPr>
          <w:rFonts w:ascii="Times New Roman" w:hAnsi="Times New Roman"/>
          <w:sz w:val="28"/>
        </w:rPr>
        <w:t xml:space="preserve">лан по </w:t>
      </w:r>
      <w:r w:rsidR="00B7612B">
        <w:rPr>
          <w:rFonts w:ascii="Times New Roman" w:hAnsi="Times New Roman"/>
          <w:sz w:val="28"/>
          <w:szCs w:val="28"/>
        </w:rPr>
        <w:t xml:space="preserve">организации </w:t>
      </w:r>
      <w:r w:rsidR="0000300A">
        <w:rPr>
          <w:rFonts w:ascii="Times New Roman" w:hAnsi="Times New Roman"/>
          <w:sz w:val="28"/>
          <w:szCs w:val="28"/>
        </w:rPr>
        <w:t>и</w:t>
      </w:r>
      <w:r w:rsidR="00B7612B">
        <w:rPr>
          <w:rFonts w:ascii="Times New Roman" w:hAnsi="Times New Roman"/>
          <w:sz w:val="28"/>
          <w:szCs w:val="28"/>
        </w:rPr>
        <w:t xml:space="preserve"> проведению </w:t>
      </w:r>
      <w:r w:rsidR="00B7612B">
        <w:rPr>
          <w:rFonts w:ascii="Times New Roman" w:hAnsi="Times New Roman"/>
          <w:sz w:val="28"/>
          <w:szCs w:val="28"/>
          <w:lang w:val="en-US"/>
        </w:rPr>
        <w:t>XIII</w:t>
      </w:r>
      <w:r w:rsidR="00B7612B">
        <w:rPr>
          <w:rFonts w:ascii="Times New Roman" w:hAnsi="Times New Roman"/>
          <w:sz w:val="28"/>
          <w:szCs w:val="28"/>
        </w:rPr>
        <w:t xml:space="preserve"> Спартакиады органов социальной защиты населения Красноярского края,</w:t>
      </w:r>
      <w:r w:rsidR="002A72EB">
        <w:rPr>
          <w:rFonts w:ascii="Times New Roman" w:hAnsi="Times New Roman"/>
          <w:sz w:val="28"/>
          <w:szCs w:val="28"/>
        </w:rPr>
        <w:t xml:space="preserve"> </w:t>
      </w:r>
      <w:r w:rsidR="00B7612B">
        <w:rPr>
          <w:rFonts w:ascii="Times New Roman" w:hAnsi="Times New Roman"/>
          <w:sz w:val="28"/>
          <w:szCs w:val="28"/>
        </w:rPr>
        <w:t xml:space="preserve">членов ассоциации </w:t>
      </w:r>
      <w:r w:rsidR="0000300A">
        <w:rPr>
          <w:rFonts w:ascii="Times New Roman" w:hAnsi="Times New Roman"/>
          <w:sz w:val="28"/>
          <w:szCs w:val="28"/>
        </w:rPr>
        <w:t>«Социальная защита – Центр» и «Социальная защита –</w:t>
      </w:r>
      <w:r w:rsidR="0000300A" w:rsidRPr="0000300A">
        <w:rPr>
          <w:rFonts w:ascii="Times New Roman" w:hAnsi="Times New Roman"/>
          <w:sz w:val="28"/>
          <w:szCs w:val="28"/>
        </w:rPr>
        <w:t xml:space="preserve"> </w:t>
      </w:r>
      <w:r w:rsidR="0000300A">
        <w:rPr>
          <w:rFonts w:ascii="Times New Roman" w:hAnsi="Times New Roman"/>
          <w:sz w:val="28"/>
          <w:szCs w:val="28"/>
        </w:rPr>
        <w:t>Восток»</w:t>
      </w:r>
      <w:r w:rsidR="00B7612B">
        <w:rPr>
          <w:rFonts w:ascii="Times New Roman" w:hAnsi="Times New Roman"/>
          <w:sz w:val="28"/>
          <w:szCs w:val="28"/>
        </w:rPr>
        <w:t>, посвященной Дню социального работника</w:t>
      </w:r>
      <w:r w:rsidR="00D11C13">
        <w:rPr>
          <w:rFonts w:ascii="Times New Roman" w:hAnsi="Times New Roman"/>
          <w:sz w:val="28"/>
          <w:szCs w:val="28"/>
        </w:rPr>
        <w:t>;</w:t>
      </w:r>
    </w:p>
    <w:p w:rsidR="00D11C13" w:rsidRDefault="00A37B36" w:rsidP="00D11C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2.1.2. </w:t>
      </w:r>
      <w:r w:rsidR="00756986">
        <w:rPr>
          <w:rFonts w:ascii="Times New Roman" w:hAnsi="Times New Roman"/>
          <w:sz w:val="28"/>
          <w:szCs w:val="28"/>
        </w:rPr>
        <w:t>С</w:t>
      </w:r>
      <w:r w:rsidR="00D11C13">
        <w:rPr>
          <w:rFonts w:ascii="Times New Roman" w:hAnsi="Times New Roman"/>
          <w:sz w:val="28"/>
          <w:szCs w:val="28"/>
        </w:rPr>
        <w:t xml:space="preserve">мету затрат на организацию и проведение </w:t>
      </w:r>
      <w:r w:rsidR="00D11C13">
        <w:rPr>
          <w:rFonts w:ascii="Times New Roman" w:hAnsi="Times New Roman"/>
          <w:sz w:val="28"/>
          <w:szCs w:val="28"/>
          <w:lang w:val="en-US"/>
        </w:rPr>
        <w:t>XIII</w:t>
      </w:r>
      <w:r w:rsidR="00D11C13">
        <w:rPr>
          <w:rFonts w:ascii="Times New Roman" w:hAnsi="Times New Roman"/>
          <w:sz w:val="28"/>
          <w:szCs w:val="28"/>
        </w:rPr>
        <w:t xml:space="preserve"> Спартакиады органов социальной защиты населения Красноярского края, членов ассоциации «Социальная защита – Центр» и «Социальная защита –</w:t>
      </w:r>
      <w:r w:rsidR="00D11C13" w:rsidRPr="0000300A">
        <w:rPr>
          <w:rFonts w:ascii="Times New Roman" w:hAnsi="Times New Roman"/>
          <w:sz w:val="28"/>
          <w:szCs w:val="28"/>
        </w:rPr>
        <w:t xml:space="preserve"> </w:t>
      </w:r>
      <w:r w:rsidR="00D11C13">
        <w:rPr>
          <w:rFonts w:ascii="Times New Roman" w:hAnsi="Times New Roman"/>
          <w:sz w:val="28"/>
          <w:szCs w:val="28"/>
        </w:rPr>
        <w:t>Восток», посвященной Дню социального работника;</w:t>
      </w:r>
    </w:p>
    <w:p w:rsidR="00D11C13" w:rsidRDefault="00A37B36" w:rsidP="00D11C13">
      <w:pPr>
        <w:ind w:firstLine="708"/>
        <w:jc w:val="both"/>
        <w:rPr>
          <w:rStyle w:val="11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D11C13">
        <w:rPr>
          <w:rFonts w:ascii="Times New Roman" w:hAnsi="Times New Roman"/>
          <w:sz w:val="28"/>
          <w:szCs w:val="28"/>
        </w:rPr>
        <w:t xml:space="preserve"> </w:t>
      </w:r>
      <w:r w:rsidR="00D11C13">
        <w:rPr>
          <w:rStyle w:val="11"/>
          <w:rFonts w:ascii="Times New Roman" w:hAnsi="Times New Roman"/>
          <w:sz w:val="28"/>
        </w:rPr>
        <w:t xml:space="preserve">Осуществлять функции координации и </w:t>
      </w:r>
      <w:proofErr w:type="gramStart"/>
      <w:r w:rsidR="00D11C13">
        <w:rPr>
          <w:rStyle w:val="11"/>
          <w:rFonts w:ascii="Times New Roman" w:hAnsi="Times New Roman"/>
          <w:sz w:val="28"/>
        </w:rPr>
        <w:t>контроля за</w:t>
      </w:r>
      <w:proofErr w:type="gramEnd"/>
      <w:r w:rsidR="00D11C13">
        <w:rPr>
          <w:rStyle w:val="11"/>
          <w:rFonts w:ascii="Times New Roman" w:hAnsi="Times New Roman"/>
          <w:sz w:val="28"/>
        </w:rPr>
        <w:t xml:space="preserve"> реализацией </w:t>
      </w:r>
      <w:r w:rsidR="00D11C13">
        <w:rPr>
          <w:rFonts w:ascii="Times New Roman" w:hAnsi="Times New Roman"/>
          <w:sz w:val="28"/>
        </w:rPr>
        <w:t xml:space="preserve">Плана по </w:t>
      </w:r>
      <w:r w:rsidR="00D11C13">
        <w:rPr>
          <w:rFonts w:ascii="Times New Roman" w:hAnsi="Times New Roman"/>
          <w:sz w:val="28"/>
          <w:szCs w:val="28"/>
        </w:rPr>
        <w:t xml:space="preserve">организации и проведению </w:t>
      </w:r>
      <w:r w:rsidR="00D11C13">
        <w:rPr>
          <w:rFonts w:ascii="Times New Roman" w:hAnsi="Times New Roman"/>
          <w:sz w:val="28"/>
          <w:szCs w:val="28"/>
          <w:lang w:val="en-US"/>
        </w:rPr>
        <w:t>XIII</w:t>
      </w:r>
      <w:r w:rsidR="00D11C13">
        <w:rPr>
          <w:rFonts w:ascii="Times New Roman" w:hAnsi="Times New Roman"/>
          <w:sz w:val="28"/>
          <w:szCs w:val="28"/>
        </w:rPr>
        <w:t xml:space="preserve"> Спартакиады органов социальной защиты населения Красноярского края, членов ассоциации «Социальная защита – Центр» и «Социальная защита –</w:t>
      </w:r>
      <w:r w:rsidR="00D11C13" w:rsidRPr="0000300A">
        <w:rPr>
          <w:rFonts w:ascii="Times New Roman" w:hAnsi="Times New Roman"/>
          <w:sz w:val="28"/>
          <w:szCs w:val="28"/>
        </w:rPr>
        <w:t xml:space="preserve"> </w:t>
      </w:r>
      <w:r w:rsidR="00D11C13">
        <w:rPr>
          <w:rFonts w:ascii="Times New Roman" w:hAnsi="Times New Roman"/>
          <w:sz w:val="28"/>
          <w:szCs w:val="28"/>
        </w:rPr>
        <w:t>Восток», посвященной Дню социального работника</w:t>
      </w:r>
      <w:r>
        <w:rPr>
          <w:rFonts w:ascii="Times New Roman" w:hAnsi="Times New Roman"/>
          <w:sz w:val="28"/>
          <w:szCs w:val="28"/>
        </w:rPr>
        <w:t>.</w:t>
      </w:r>
    </w:p>
    <w:p w:rsidR="002A72EB" w:rsidRPr="00D11C13" w:rsidRDefault="002A72EB" w:rsidP="00D11C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11C13">
        <w:rPr>
          <w:rFonts w:ascii="Times New Roman" w:hAnsi="Times New Roman"/>
          <w:sz w:val="28"/>
          <w:szCs w:val="28"/>
          <w:lang w:eastAsia="zh-CN"/>
        </w:rPr>
        <w:t xml:space="preserve">3. </w:t>
      </w:r>
      <w:r w:rsidR="00A37B36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11C13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D11C1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D11C13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</w:t>
      </w:r>
      <w:r w:rsidR="00D11C13">
        <w:rPr>
          <w:rFonts w:ascii="Times New Roman" w:hAnsi="Times New Roman"/>
          <w:sz w:val="28"/>
          <w:szCs w:val="28"/>
        </w:rPr>
        <w:t xml:space="preserve">ящее постановление до сведения </w:t>
      </w:r>
      <w:r w:rsidRPr="00D11C13">
        <w:rPr>
          <w:rFonts w:ascii="Times New Roman" w:hAnsi="Times New Roman"/>
          <w:sz w:val="28"/>
          <w:szCs w:val="28"/>
        </w:rPr>
        <w:t>населения через газету «Город и горожане».</w:t>
      </w:r>
    </w:p>
    <w:p w:rsidR="002A72EB" w:rsidRPr="00B65348" w:rsidRDefault="002A72EB" w:rsidP="00A37B36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</w:t>
      </w:r>
      <w:r w:rsidRPr="00B65348">
        <w:rPr>
          <w:rFonts w:ascii="Times New Roman" w:hAnsi="Times New Roman"/>
          <w:sz w:val="28"/>
          <w:szCs w:val="28"/>
        </w:rPr>
        <w:t xml:space="preserve">. </w:t>
      </w:r>
      <w:r w:rsidR="00D11C13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общественных связей </w:t>
      </w:r>
      <w:proofErr w:type="gramStart"/>
      <w:r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A72EB" w:rsidRPr="00B65348" w:rsidRDefault="00765D9E" w:rsidP="002A72EB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2A72EB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A37B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A72EB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2A72EB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2A72EB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2A72EB">
        <w:rPr>
          <w:rFonts w:ascii="Times New Roman" w:hAnsi="Times New Roman"/>
          <w:sz w:val="28"/>
          <w:szCs w:val="28"/>
        </w:rPr>
        <w:t xml:space="preserve"> </w:t>
      </w:r>
      <w:r w:rsidR="002A72EB" w:rsidRPr="00B65348">
        <w:rPr>
          <w:rFonts w:ascii="Times New Roman" w:hAnsi="Times New Roman"/>
          <w:sz w:val="28"/>
          <w:szCs w:val="28"/>
        </w:rPr>
        <w:t xml:space="preserve">Железногорск по социальным вопросам В.Ю. </w:t>
      </w:r>
      <w:proofErr w:type="spellStart"/>
      <w:r w:rsidR="002A72EB" w:rsidRPr="00B65348">
        <w:rPr>
          <w:rFonts w:ascii="Times New Roman" w:hAnsi="Times New Roman"/>
          <w:sz w:val="28"/>
          <w:szCs w:val="28"/>
        </w:rPr>
        <w:t>Фомаиди</w:t>
      </w:r>
      <w:proofErr w:type="spellEnd"/>
      <w:r w:rsidR="002A72EB" w:rsidRPr="00B65348">
        <w:rPr>
          <w:rFonts w:ascii="Times New Roman" w:hAnsi="Times New Roman"/>
          <w:sz w:val="28"/>
          <w:szCs w:val="28"/>
        </w:rPr>
        <w:t xml:space="preserve">.  </w:t>
      </w:r>
    </w:p>
    <w:p w:rsidR="002A72EB" w:rsidRPr="00376B1D" w:rsidRDefault="00765D9E" w:rsidP="002A72EB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A72EB" w:rsidRPr="00B65348">
        <w:rPr>
          <w:rFonts w:ascii="Times New Roman" w:hAnsi="Times New Roman"/>
          <w:sz w:val="28"/>
          <w:szCs w:val="28"/>
        </w:rPr>
        <w:t>.</w:t>
      </w:r>
      <w:r w:rsidR="00A37B36">
        <w:rPr>
          <w:rFonts w:ascii="Times New Roman" w:hAnsi="Times New Roman"/>
          <w:sz w:val="28"/>
          <w:szCs w:val="28"/>
        </w:rPr>
        <w:t xml:space="preserve">  </w:t>
      </w:r>
      <w:r w:rsidR="002A72EB" w:rsidRPr="00B6534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после его официального опубликования.</w:t>
      </w:r>
    </w:p>
    <w:p w:rsidR="002A72EB" w:rsidRDefault="002A72EB" w:rsidP="002A72E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72EB" w:rsidRDefault="002A72EB" w:rsidP="00C36484">
      <w:pPr>
        <w:jc w:val="both"/>
        <w:rPr>
          <w:rFonts w:ascii="Times New Roman" w:hAnsi="Times New Roman"/>
          <w:sz w:val="28"/>
          <w:szCs w:val="28"/>
        </w:rPr>
      </w:pPr>
    </w:p>
    <w:p w:rsidR="00F70C36" w:rsidRDefault="00350B49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65D9E"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56252">
        <w:rPr>
          <w:rFonts w:ascii="Times New Roman" w:hAnsi="Times New Roman"/>
          <w:sz w:val="28"/>
          <w:szCs w:val="28"/>
        </w:rPr>
        <w:t xml:space="preserve">       </w:t>
      </w:r>
      <w:r w:rsidR="00765D9E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765D9E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65D9E" w:rsidRDefault="00765D9E" w:rsidP="00C364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sectPr w:rsidR="00765D9E" w:rsidSect="00756252">
      <w:headerReference w:type="even" r:id="rId11"/>
      <w:headerReference w:type="default" r:id="rId12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986" w:rsidRDefault="00756986">
      <w:r>
        <w:separator/>
      </w:r>
    </w:p>
  </w:endnote>
  <w:endnote w:type="continuationSeparator" w:id="0">
    <w:p w:rsidR="00756986" w:rsidRDefault="00756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986" w:rsidRDefault="00756986">
      <w:r>
        <w:separator/>
      </w:r>
    </w:p>
  </w:footnote>
  <w:footnote w:type="continuationSeparator" w:id="0">
    <w:p w:rsidR="00756986" w:rsidRDefault="00756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86" w:rsidRDefault="00661F4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698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6986">
      <w:rPr>
        <w:rStyle w:val="a8"/>
        <w:noProof/>
      </w:rPr>
      <w:t>5</w:t>
    </w:r>
    <w:r>
      <w:rPr>
        <w:rStyle w:val="a8"/>
      </w:rPr>
      <w:fldChar w:fldCharType="end"/>
    </w:r>
  </w:p>
  <w:p w:rsidR="00756986" w:rsidRDefault="0075698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86" w:rsidRDefault="00756986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attachedTemplate r:id="rId1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C36"/>
    <w:rsid w:val="0000300A"/>
    <w:rsid w:val="0006604A"/>
    <w:rsid w:val="000B7A8C"/>
    <w:rsid w:val="000E67B9"/>
    <w:rsid w:val="001075C0"/>
    <w:rsid w:val="00112D61"/>
    <w:rsid w:val="00196A59"/>
    <w:rsid w:val="001C05DF"/>
    <w:rsid w:val="001D5B50"/>
    <w:rsid w:val="002152E0"/>
    <w:rsid w:val="00226AF2"/>
    <w:rsid w:val="002333AD"/>
    <w:rsid w:val="00261F17"/>
    <w:rsid w:val="002700C5"/>
    <w:rsid w:val="0027152A"/>
    <w:rsid w:val="002A72EB"/>
    <w:rsid w:val="002A7D4D"/>
    <w:rsid w:val="002D2AA2"/>
    <w:rsid w:val="002F205A"/>
    <w:rsid w:val="003171DC"/>
    <w:rsid w:val="00334DC4"/>
    <w:rsid w:val="00350B49"/>
    <w:rsid w:val="00360768"/>
    <w:rsid w:val="003743BC"/>
    <w:rsid w:val="00391612"/>
    <w:rsid w:val="003B10A8"/>
    <w:rsid w:val="003C6EE5"/>
    <w:rsid w:val="003E3125"/>
    <w:rsid w:val="003E3551"/>
    <w:rsid w:val="00405605"/>
    <w:rsid w:val="004271E0"/>
    <w:rsid w:val="00427898"/>
    <w:rsid w:val="004306ED"/>
    <w:rsid w:val="00433EFA"/>
    <w:rsid w:val="00437A1D"/>
    <w:rsid w:val="00456EFF"/>
    <w:rsid w:val="004D3D14"/>
    <w:rsid w:val="00507FED"/>
    <w:rsid w:val="0054096D"/>
    <w:rsid w:val="00544AFA"/>
    <w:rsid w:val="00557CBE"/>
    <w:rsid w:val="00571B56"/>
    <w:rsid w:val="00572F76"/>
    <w:rsid w:val="00583FD2"/>
    <w:rsid w:val="005A0A6B"/>
    <w:rsid w:val="005A650B"/>
    <w:rsid w:val="005E4ED6"/>
    <w:rsid w:val="005F6517"/>
    <w:rsid w:val="0061796C"/>
    <w:rsid w:val="0062083B"/>
    <w:rsid w:val="00620A32"/>
    <w:rsid w:val="00636BE6"/>
    <w:rsid w:val="00640202"/>
    <w:rsid w:val="00661F47"/>
    <w:rsid w:val="006645F6"/>
    <w:rsid w:val="0069615F"/>
    <w:rsid w:val="006974E2"/>
    <w:rsid w:val="006C7347"/>
    <w:rsid w:val="007164AA"/>
    <w:rsid w:val="00756252"/>
    <w:rsid w:val="00756986"/>
    <w:rsid w:val="00765D9E"/>
    <w:rsid w:val="00780691"/>
    <w:rsid w:val="007914EC"/>
    <w:rsid w:val="007D5580"/>
    <w:rsid w:val="00805278"/>
    <w:rsid w:val="00860465"/>
    <w:rsid w:val="008C5219"/>
    <w:rsid w:val="008D49EB"/>
    <w:rsid w:val="008D58CA"/>
    <w:rsid w:val="008D72A9"/>
    <w:rsid w:val="00905ED3"/>
    <w:rsid w:val="009258C0"/>
    <w:rsid w:val="009356E0"/>
    <w:rsid w:val="009478F1"/>
    <w:rsid w:val="0098058A"/>
    <w:rsid w:val="00982B23"/>
    <w:rsid w:val="00987D91"/>
    <w:rsid w:val="009D43BD"/>
    <w:rsid w:val="00A31A2C"/>
    <w:rsid w:val="00A37B36"/>
    <w:rsid w:val="00A4377F"/>
    <w:rsid w:val="00AA08E8"/>
    <w:rsid w:val="00AB430D"/>
    <w:rsid w:val="00AC4D82"/>
    <w:rsid w:val="00AD65A2"/>
    <w:rsid w:val="00B1698E"/>
    <w:rsid w:val="00B539A1"/>
    <w:rsid w:val="00B572C3"/>
    <w:rsid w:val="00B7612B"/>
    <w:rsid w:val="00B87345"/>
    <w:rsid w:val="00BA7CBD"/>
    <w:rsid w:val="00C05D91"/>
    <w:rsid w:val="00C36484"/>
    <w:rsid w:val="00C906D9"/>
    <w:rsid w:val="00C970F3"/>
    <w:rsid w:val="00CA1CB7"/>
    <w:rsid w:val="00CF4059"/>
    <w:rsid w:val="00CF5A34"/>
    <w:rsid w:val="00D00E9B"/>
    <w:rsid w:val="00D11C13"/>
    <w:rsid w:val="00D21A58"/>
    <w:rsid w:val="00D2262E"/>
    <w:rsid w:val="00D6389D"/>
    <w:rsid w:val="00D70D11"/>
    <w:rsid w:val="00E0210F"/>
    <w:rsid w:val="00E26C03"/>
    <w:rsid w:val="00E55215"/>
    <w:rsid w:val="00E56BCD"/>
    <w:rsid w:val="00E724EA"/>
    <w:rsid w:val="00E77619"/>
    <w:rsid w:val="00EA7D6C"/>
    <w:rsid w:val="00EB2ED5"/>
    <w:rsid w:val="00EB5787"/>
    <w:rsid w:val="00F210DD"/>
    <w:rsid w:val="00F70C36"/>
    <w:rsid w:val="00F73BE8"/>
    <w:rsid w:val="00F82A1C"/>
    <w:rsid w:val="00FA187F"/>
    <w:rsid w:val="00FB1273"/>
    <w:rsid w:val="00FB1367"/>
    <w:rsid w:val="00FC1378"/>
    <w:rsid w:val="00FE2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076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36076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6076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60768"/>
  </w:style>
  <w:style w:type="paragraph" w:styleId="a4">
    <w:name w:val="envelope address"/>
    <w:basedOn w:val="a"/>
    <w:rsid w:val="0036076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6076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6076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6076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60768"/>
  </w:style>
  <w:style w:type="paragraph" w:styleId="a9">
    <w:name w:val="Body Text"/>
    <w:basedOn w:val="a"/>
    <w:rsid w:val="0036076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No Spacing"/>
    <w:uiPriority w:val="1"/>
    <w:qFormat/>
    <w:rsid w:val="00640202"/>
    <w:rPr>
      <w:rFonts w:eastAsia="Calibri"/>
      <w:sz w:val="22"/>
      <w:szCs w:val="22"/>
      <w:lang w:eastAsia="en-US"/>
    </w:rPr>
  </w:style>
  <w:style w:type="paragraph" w:styleId="ab">
    <w:name w:val="footer"/>
    <w:basedOn w:val="a"/>
    <w:link w:val="ac"/>
    <w:rsid w:val="00F70C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0C36"/>
    <w:rPr>
      <w:rFonts w:ascii="Consultant" w:hAnsi="Consultant"/>
      <w:sz w:val="16"/>
    </w:rPr>
  </w:style>
  <w:style w:type="table" w:styleId="ad">
    <w:name w:val="Table Grid"/>
    <w:basedOn w:val="a1"/>
    <w:rsid w:val="00F70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37A1D"/>
    <w:rPr>
      <w:b/>
      <w:sz w:val="28"/>
    </w:rPr>
  </w:style>
  <w:style w:type="character" w:customStyle="1" w:styleId="ae">
    <w:name w:val="Гипертекстовая ссылка"/>
    <w:basedOn w:val="a0"/>
    <w:uiPriority w:val="99"/>
    <w:rsid w:val="002A72EB"/>
    <w:rPr>
      <w:color w:val="106BBE"/>
    </w:rPr>
  </w:style>
  <w:style w:type="paragraph" w:customStyle="1" w:styleId="ConsPlusCell">
    <w:name w:val="ConsPlusCell"/>
    <w:uiPriority w:val="99"/>
    <w:rsid w:val="002A72EB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11">
    <w:name w:val="Основной шрифт абзаца1"/>
    <w:rsid w:val="00D11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retar.USZN\Desktop\&#1057;&#1086;&#1079;&#1076;&#1072;&#1090;&#1100;%20&#1044;&#1086;&#1082;&#1091;&#1084;&#1077;&#1085;&#1090;\&#1088;&#1072;&#1089;&#1087;&#1086;&#1088;&#1103;&#1078;&#1077;&#1085;&#1080;&#1077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D3DDD-E576-406E-A48D-C7E8B064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</Template>
  <TotalTime>610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Баранникова Ирина  (75-23-02)</cp:lastModifiedBy>
  <cp:revision>35</cp:revision>
  <cp:lastPrinted>2018-03-22T06:42:00Z</cp:lastPrinted>
  <dcterms:created xsi:type="dcterms:W3CDTF">2018-02-07T09:03:00Z</dcterms:created>
  <dcterms:modified xsi:type="dcterms:W3CDTF">2018-03-27T07:34:00Z</dcterms:modified>
</cp:coreProperties>
</file>